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11D5D" w14:textId="6A73A95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1720D" w:rsidRPr="00E960BB">
        <w:rPr>
          <w:rFonts w:ascii="Corbel" w:hAnsi="Corbel"/>
          <w:bCs/>
          <w:i/>
        </w:rPr>
        <w:t xml:space="preserve">Załącznik nr 1.5 do Zarządzenia Rektora UR  nr </w:t>
      </w:r>
      <w:r w:rsidR="0061720D">
        <w:rPr>
          <w:rFonts w:ascii="Corbel" w:hAnsi="Corbel"/>
          <w:bCs/>
          <w:i/>
        </w:rPr>
        <w:t>7</w:t>
      </w:r>
      <w:r w:rsidR="0061720D" w:rsidRPr="00E960BB">
        <w:rPr>
          <w:rFonts w:ascii="Corbel" w:hAnsi="Corbel"/>
          <w:bCs/>
          <w:i/>
        </w:rPr>
        <w:t>/20</w:t>
      </w:r>
      <w:r w:rsidR="0061720D">
        <w:rPr>
          <w:rFonts w:ascii="Corbel" w:hAnsi="Corbel"/>
          <w:bCs/>
          <w:i/>
        </w:rPr>
        <w:t>23</w:t>
      </w:r>
    </w:p>
    <w:p w14:paraId="31401FD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11AD7C" w14:textId="1291120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84765">
        <w:rPr>
          <w:rFonts w:ascii="Corbel" w:hAnsi="Corbel"/>
          <w:i/>
          <w:smallCaps/>
          <w:sz w:val="24"/>
          <w:szCs w:val="24"/>
        </w:rPr>
        <w:t>2024-2029</w:t>
      </w:r>
    </w:p>
    <w:p w14:paraId="353931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31E78B" w14:textId="26D0D4F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0901CE">
        <w:rPr>
          <w:rFonts w:ascii="Corbel" w:hAnsi="Corbel"/>
          <w:sz w:val="20"/>
          <w:szCs w:val="20"/>
        </w:rPr>
        <w:t>202</w:t>
      </w:r>
      <w:r w:rsidR="00884765">
        <w:rPr>
          <w:rFonts w:ascii="Corbel" w:hAnsi="Corbel"/>
          <w:sz w:val="20"/>
          <w:szCs w:val="20"/>
        </w:rPr>
        <w:t>6</w:t>
      </w:r>
      <w:r w:rsidR="006C04CA">
        <w:rPr>
          <w:rFonts w:ascii="Corbel" w:hAnsi="Corbel"/>
          <w:sz w:val="20"/>
          <w:szCs w:val="20"/>
        </w:rPr>
        <w:t>/</w:t>
      </w:r>
      <w:r w:rsidR="00B030BE">
        <w:rPr>
          <w:rFonts w:ascii="Corbel" w:hAnsi="Corbel"/>
          <w:sz w:val="20"/>
          <w:szCs w:val="20"/>
        </w:rPr>
        <w:t>20</w:t>
      </w:r>
      <w:r w:rsidR="000901CE">
        <w:rPr>
          <w:rFonts w:ascii="Corbel" w:hAnsi="Corbel"/>
          <w:sz w:val="20"/>
          <w:szCs w:val="20"/>
        </w:rPr>
        <w:t>2</w:t>
      </w:r>
      <w:r w:rsidR="0088476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B8CBB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04E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AF8F8A" w14:textId="77777777" w:rsidTr="00FE509F">
        <w:tc>
          <w:tcPr>
            <w:tcW w:w="2694" w:type="dxa"/>
            <w:vAlign w:val="center"/>
          </w:tcPr>
          <w:p w14:paraId="254A77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D496F2" w14:textId="77777777" w:rsidR="0085747A" w:rsidRPr="009C54AE" w:rsidRDefault="009C00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1FC5FD52" w14:textId="77777777" w:rsidTr="00FE509F">
        <w:tc>
          <w:tcPr>
            <w:tcW w:w="2694" w:type="dxa"/>
            <w:vAlign w:val="center"/>
          </w:tcPr>
          <w:p w14:paraId="1C2281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DCE8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DB1ECE" w14:textId="77777777" w:rsidTr="00FE509F">
        <w:tc>
          <w:tcPr>
            <w:tcW w:w="2694" w:type="dxa"/>
            <w:vAlign w:val="center"/>
          </w:tcPr>
          <w:p w14:paraId="0993FD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6528CE" w14:textId="755195F8" w:rsidR="0085747A" w:rsidRPr="009C54AE" w:rsidRDefault="00BB0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DBCB26" w14:textId="77777777" w:rsidTr="00FE509F">
        <w:tc>
          <w:tcPr>
            <w:tcW w:w="2694" w:type="dxa"/>
            <w:vAlign w:val="center"/>
          </w:tcPr>
          <w:p w14:paraId="7D39B8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A1747" w14:textId="77777777"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14:paraId="3794A244" w14:textId="77777777" w:rsidTr="00FE509F">
        <w:tc>
          <w:tcPr>
            <w:tcW w:w="2694" w:type="dxa"/>
            <w:vAlign w:val="center"/>
          </w:tcPr>
          <w:p w14:paraId="130D27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BCC9BF" w14:textId="77777777"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14:paraId="62E1B443" w14:textId="77777777" w:rsidTr="00FE509F">
        <w:tc>
          <w:tcPr>
            <w:tcW w:w="2694" w:type="dxa"/>
            <w:vAlign w:val="center"/>
          </w:tcPr>
          <w:p w14:paraId="5C21EA89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2F6FD3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14:paraId="4E018634" w14:textId="77777777" w:rsidTr="00FE509F">
        <w:tc>
          <w:tcPr>
            <w:tcW w:w="2694" w:type="dxa"/>
            <w:vAlign w:val="center"/>
          </w:tcPr>
          <w:p w14:paraId="07CD5A8A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71EB2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14:paraId="3B186B73" w14:textId="77777777" w:rsidTr="00FE509F">
        <w:tc>
          <w:tcPr>
            <w:tcW w:w="2694" w:type="dxa"/>
            <w:vAlign w:val="center"/>
          </w:tcPr>
          <w:p w14:paraId="2B86565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AA9B65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14:paraId="16BE6BA3" w14:textId="77777777" w:rsidTr="00FE509F">
        <w:tc>
          <w:tcPr>
            <w:tcW w:w="2694" w:type="dxa"/>
            <w:vAlign w:val="center"/>
          </w:tcPr>
          <w:p w14:paraId="32DEFAFD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4F7814" w14:textId="77777777" w:rsidR="00FE509F" w:rsidRPr="009C54AE" w:rsidRDefault="006C04CA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sem.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FE509F" w:rsidRPr="009C54AE" w14:paraId="1CC0AA54" w14:textId="77777777" w:rsidTr="00FE509F">
        <w:tc>
          <w:tcPr>
            <w:tcW w:w="2694" w:type="dxa"/>
            <w:vAlign w:val="center"/>
          </w:tcPr>
          <w:p w14:paraId="223413EC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ED180E" w14:textId="77777777" w:rsidR="00FE509F" w:rsidRPr="00B37CBE" w:rsidRDefault="009C00CD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Pr="009C00CD"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merytoryczne nauczycieli przedszkoli i klas I-III szkoły podstawowej jako przygotowanie do integracji treści nauczania</w:t>
            </w:r>
          </w:p>
        </w:tc>
      </w:tr>
      <w:tr w:rsidR="00FE509F" w:rsidRPr="009C54AE" w14:paraId="4E6E389B" w14:textId="77777777" w:rsidTr="00FE509F">
        <w:tc>
          <w:tcPr>
            <w:tcW w:w="2694" w:type="dxa"/>
            <w:vAlign w:val="center"/>
          </w:tcPr>
          <w:p w14:paraId="265318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B6AD4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14:paraId="55FF484E" w14:textId="77777777" w:rsidTr="00FE509F">
        <w:tc>
          <w:tcPr>
            <w:tcW w:w="2694" w:type="dxa"/>
            <w:vAlign w:val="center"/>
          </w:tcPr>
          <w:p w14:paraId="757E7A3B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24272B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14:paraId="5457BF00" w14:textId="77777777" w:rsidTr="00FE509F">
        <w:tc>
          <w:tcPr>
            <w:tcW w:w="2694" w:type="dxa"/>
            <w:vAlign w:val="center"/>
          </w:tcPr>
          <w:p w14:paraId="3D85AE3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78E0E0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4743B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E49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651A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BB36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5FE83D5" w14:textId="77777777" w:rsidTr="009C00CD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E1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DF3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B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05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2D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0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5C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CF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79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5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5E301" w14:textId="77777777" w:rsidTr="009C00C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C1E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350A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F09" w14:textId="77777777" w:rsidR="00015B8F" w:rsidRPr="009C54AE" w:rsidRDefault="009C00CD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5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14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6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08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C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57B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92769B" w14:textId="77777777"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DCD8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6E3993" w14:textId="77777777"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A3AD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D1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68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C00C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58EB1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3F99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C70543" w14:textId="77777777" w:rsidTr="00745302">
        <w:tc>
          <w:tcPr>
            <w:tcW w:w="9670" w:type="dxa"/>
          </w:tcPr>
          <w:p w14:paraId="4EE86DBF" w14:textId="77777777"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7F21C31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471F54" w14:textId="77777777"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89B3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BDFB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5B35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2F15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5997CC1" w14:textId="77777777" w:rsidTr="00FE509F">
        <w:tc>
          <w:tcPr>
            <w:tcW w:w="851" w:type="dxa"/>
            <w:vAlign w:val="center"/>
          </w:tcPr>
          <w:p w14:paraId="2F4CB67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00DFE1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14:paraId="0B712204" w14:textId="77777777" w:rsidTr="00FE509F">
        <w:tc>
          <w:tcPr>
            <w:tcW w:w="851" w:type="dxa"/>
            <w:vAlign w:val="center"/>
          </w:tcPr>
          <w:p w14:paraId="3C53AC90" w14:textId="77777777"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0FEFD8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14:paraId="2A34ED5D" w14:textId="77777777" w:rsidTr="00FE509F">
        <w:tc>
          <w:tcPr>
            <w:tcW w:w="851" w:type="dxa"/>
            <w:vAlign w:val="center"/>
          </w:tcPr>
          <w:p w14:paraId="0E32A057" w14:textId="77777777"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3DD583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14:paraId="35744793" w14:textId="77777777" w:rsidTr="00FE509F">
        <w:tc>
          <w:tcPr>
            <w:tcW w:w="851" w:type="dxa"/>
            <w:vAlign w:val="center"/>
          </w:tcPr>
          <w:p w14:paraId="4B82DC6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64E5087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14:paraId="701A65AC" w14:textId="77777777" w:rsidTr="00FE509F">
        <w:tc>
          <w:tcPr>
            <w:tcW w:w="851" w:type="dxa"/>
            <w:vAlign w:val="center"/>
          </w:tcPr>
          <w:p w14:paraId="48EAA80C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3D9F6F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14:paraId="1D299968" w14:textId="77777777" w:rsidTr="00FE509F">
        <w:tc>
          <w:tcPr>
            <w:tcW w:w="851" w:type="dxa"/>
            <w:vAlign w:val="center"/>
          </w:tcPr>
          <w:p w14:paraId="3FBB7D8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6CBA29A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14:paraId="5FEEE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6C4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383D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CE9C8B2" w14:textId="77777777" w:rsidTr="00A45093">
        <w:tc>
          <w:tcPr>
            <w:tcW w:w="1701" w:type="dxa"/>
            <w:vAlign w:val="center"/>
          </w:tcPr>
          <w:p w14:paraId="6D8987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1E9E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C1A5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14:paraId="088D2F6E" w14:textId="77777777" w:rsidTr="00A45093">
        <w:tc>
          <w:tcPr>
            <w:tcW w:w="1701" w:type="dxa"/>
          </w:tcPr>
          <w:p w14:paraId="6FC53458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761272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14:paraId="7BAE90A1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14:paraId="72EF5C02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14:paraId="63A9ABBD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14:paraId="7F2E6AF7" w14:textId="77777777"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14:paraId="32CA88D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F10E9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CA0A01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EE9CF6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14:paraId="3A083F9E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14:paraId="697D575B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14:paraId="7DB95E8A" w14:textId="77777777" w:rsidTr="00A45093">
        <w:tc>
          <w:tcPr>
            <w:tcW w:w="1701" w:type="dxa"/>
          </w:tcPr>
          <w:p w14:paraId="2B613B9F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390021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14:paraId="41C6C2C3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14:paraId="012A8557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14:paraId="574A0D8E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14:paraId="4EF6EE35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14:paraId="721D4297" w14:textId="77777777"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14:paraId="679084CD" w14:textId="77777777"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14:paraId="2E43A6AF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14:paraId="745E44DD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14:paraId="5F84C274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14:paraId="0324B2D6" w14:textId="77777777"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ED754A" w14:textId="77777777"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14:paraId="4637C7B6" w14:textId="77777777" w:rsidTr="00A45093">
        <w:tc>
          <w:tcPr>
            <w:tcW w:w="1701" w:type="dxa"/>
          </w:tcPr>
          <w:p w14:paraId="4B6CCFFD" w14:textId="77777777"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2874007E" w14:textId="77777777"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14:paraId="0543A49D" w14:textId="77777777"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14:paraId="0F0ECF6A" w14:textId="77777777"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4F55F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5A5E98" w14:textId="77777777"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9EBB514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28E7B29" w14:textId="77777777"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91DA63A" w14:textId="77777777" w:rsidTr="00A45093">
        <w:tc>
          <w:tcPr>
            <w:tcW w:w="9639" w:type="dxa"/>
          </w:tcPr>
          <w:p w14:paraId="1F17A4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6E258858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F263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14:paraId="7C83052A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83A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048B26CC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0D40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14:paraId="0B3A60BF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0BB7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14:paraId="269BE83E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3D20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14:paraId="39FECDB2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506A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14:paraId="7F2601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B25C8" w14:textId="77777777"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</w:t>
      </w:r>
      <w:r w:rsidR="003A5A1E">
        <w:rPr>
          <w:rFonts w:ascii="Corbel" w:hAnsi="Corbel"/>
          <w:sz w:val="24"/>
          <w:szCs w:val="24"/>
        </w:rPr>
        <w:t>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2F6F3" w14:textId="77777777" w:rsidTr="00A45093">
        <w:tc>
          <w:tcPr>
            <w:tcW w:w="9639" w:type="dxa"/>
          </w:tcPr>
          <w:p w14:paraId="5C85651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0B0289D0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7D7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14:paraId="3B34A309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B7E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7DB9256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57D3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14:paraId="4BADA12D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9BB0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14:paraId="244D7C7E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14:paraId="5AFF11A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060D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14:paraId="11ADFE3C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14:paraId="6DF7075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DC95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14:paraId="009EFA5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14:paraId="3545D068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7ABC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14:paraId="3D2E537E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14:paraId="394DDFB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F222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14:paraId="7B8C2F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030D3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1E8A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540C" w14:textId="77777777"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3912F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1199A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71BD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E2C7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157A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1A7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14:paraId="79648D5E" w14:textId="77777777" w:rsidTr="00B24C14">
        <w:tc>
          <w:tcPr>
            <w:tcW w:w="1974" w:type="dxa"/>
            <w:vAlign w:val="center"/>
          </w:tcPr>
          <w:p w14:paraId="5E0FE7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14:paraId="232AFA6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2D611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14:paraId="295D9C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E3A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45093" w:rsidRPr="009C54AE" w14:paraId="09121F57" w14:textId="77777777" w:rsidTr="00EA6B76">
        <w:tc>
          <w:tcPr>
            <w:tcW w:w="1974" w:type="dxa"/>
          </w:tcPr>
          <w:p w14:paraId="219036A0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85" w:type="dxa"/>
          </w:tcPr>
          <w:p w14:paraId="348C6C1F" w14:textId="77777777"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14:paraId="0A1CAC7E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  <w:tr w:rsidR="00A45093" w:rsidRPr="009C54AE" w14:paraId="73234D51" w14:textId="77777777" w:rsidTr="00EA6B76">
        <w:tc>
          <w:tcPr>
            <w:tcW w:w="1974" w:type="dxa"/>
          </w:tcPr>
          <w:p w14:paraId="1748FD9D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14:paraId="66361B91" w14:textId="77777777"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14:paraId="44CC77F8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14:paraId="60FB3372" w14:textId="77777777" w:rsidTr="00EA6B76">
        <w:tc>
          <w:tcPr>
            <w:tcW w:w="1974" w:type="dxa"/>
          </w:tcPr>
          <w:p w14:paraId="2C5A0FAB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14:paraId="1617D4B0" w14:textId="77777777"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14:paraId="2B4714F1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</w:tbl>
    <w:p w14:paraId="1FF18A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329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4E4F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59D7427" w14:textId="77777777" w:rsidTr="00D02EDA">
        <w:tc>
          <w:tcPr>
            <w:tcW w:w="9670" w:type="dxa"/>
          </w:tcPr>
          <w:p w14:paraId="223BDA3A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14:paraId="6D2FAC7F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14:paraId="58F984A3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14:paraId="77624ED5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14:paraId="1177379E" w14:textId="77777777"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14:paraId="247DC8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414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3C8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47A3351" w14:textId="77777777" w:rsidTr="006C04CA">
        <w:tc>
          <w:tcPr>
            <w:tcW w:w="4111" w:type="dxa"/>
            <w:vAlign w:val="center"/>
          </w:tcPr>
          <w:p w14:paraId="755404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14:paraId="332F31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E89B7E" w14:textId="77777777" w:rsidTr="006C04CA">
        <w:tc>
          <w:tcPr>
            <w:tcW w:w="4111" w:type="dxa"/>
          </w:tcPr>
          <w:p w14:paraId="4F0F719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E863694" w14:textId="77777777"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0054BBEB" w14:textId="77777777" w:rsidTr="006C04CA">
        <w:tc>
          <w:tcPr>
            <w:tcW w:w="4111" w:type="dxa"/>
          </w:tcPr>
          <w:p w14:paraId="7FA1EE70" w14:textId="77777777"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452B56" w14:textId="77777777"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14:paraId="329C4468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F90C2C" w14:textId="77777777"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6BD6721" w14:textId="77777777" w:rsidTr="006C04CA">
        <w:tc>
          <w:tcPr>
            <w:tcW w:w="4111" w:type="dxa"/>
          </w:tcPr>
          <w:p w14:paraId="4DB9E83C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</w:t>
            </w:r>
          </w:p>
          <w:p w14:paraId="700F12A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0D4C46A6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3F1304" w14:textId="77777777"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8C94996" w14:textId="77777777"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14:paraId="2D18BDC2" w14:textId="77777777"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34932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FDB9D9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0CF97A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6F9584E" w14:textId="77777777"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E231EA0" w14:textId="77777777" w:rsidTr="006C04CA">
        <w:tc>
          <w:tcPr>
            <w:tcW w:w="4111" w:type="dxa"/>
          </w:tcPr>
          <w:p w14:paraId="7B2A2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14:paraId="1ABA74E4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3A1A3C6" w14:textId="77777777" w:rsidTr="006C04CA">
        <w:tc>
          <w:tcPr>
            <w:tcW w:w="4111" w:type="dxa"/>
          </w:tcPr>
          <w:p w14:paraId="245ACB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14:paraId="4A2F4CC9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1493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929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75C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AAC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6539305" w14:textId="77777777" w:rsidTr="0071620A">
        <w:trPr>
          <w:trHeight w:val="397"/>
        </w:trPr>
        <w:tc>
          <w:tcPr>
            <w:tcW w:w="3544" w:type="dxa"/>
          </w:tcPr>
          <w:p w14:paraId="044A5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FAB08B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706134A9" w14:textId="77777777" w:rsidTr="0071620A">
        <w:trPr>
          <w:trHeight w:val="397"/>
        </w:trPr>
        <w:tc>
          <w:tcPr>
            <w:tcW w:w="3544" w:type="dxa"/>
          </w:tcPr>
          <w:p w14:paraId="5F3C0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02E6E9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5C2E24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2F3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1407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A17B21" w14:textId="77777777" w:rsidTr="00D02EDA">
        <w:trPr>
          <w:trHeight w:val="397"/>
        </w:trPr>
        <w:tc>
          <w:tcPr>
            <w:tcW w:w="7513" w:type="dxa"/>
          </w:tcPr>
          <w:p w14:paraId="6769B538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5A1CC7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 M., Zabawy i gry ruchowe w zajęciach sportowych. Warszawa, 2002.</w:t>
            </w:r>
          </w:p>
          <w:p w14:paraId="650EECA9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14:paraId="0899FE98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14:paraId="16C8AF9D" w14:textId="77777777"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puls, 2017.</w:t>
            </w:r>
          </w:p>
          <w:p w14:paraId="2C05DBD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14:paraId="77CEF38F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14:paraId="5962A0D8" w14:textId="77777777"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14:paraId="37C16DE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>Podstawa Programowa dla przedszkoli i klas 1-3 z omówieniami.</w:t>
            </w:r>
          </w:p>
        </w:tc>
      </w:tr>
      <w:tr w:rsidR="0085747A" w:rsidRPr="009C54AE" w14:paraId="7FF1FF31" w14:textId="77777777" w:rsidTr="00D02EDA">
        <w:trPr>
          <w:trHeight w:val="397"/>
        </w:trPr>
        <w:tc>
          <w:tcPr>
            <w:tcW w:w="7513" w:type="dxa"/>
          </w:tcPr>
          <w:p w14:paraId="57FD5669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E8E78B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14:paraId="7E077A76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Zaborniak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14:paraId="01D80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16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F2F8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24882" w14:textId="77777777" w:rsidR="00C70A1F" w:rsidRDefault="00C70A1F" w:rsidP="00C16ABF">
      <w:pPr>
        <w:spacing w:after="0" w:line="240" w:lineRule="auto"/>
      </w:pPr>
      <w:r>
        <w:separator/>
      </w:r>
    </w:p>
  </w:endnote>
  <w:endnote w:type="continuationSeparator" w:id="0">
    <w:p w14:paraId="4ADE2970" w14:textId="77777777" w:rsidR="00C70A1F" w:rsidRDefault="00C70A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57C9E" w14:textId="77777777" w:rsidR="00C70A1F" w:rsidRDefault="00C70A1F" w:rsidP="00C16ABF">
      <w:pPr>
        <w:spacing w:after="0" w:line="240" w:lineRule="auto"/>
      </w:pPr>
      <w:r>
        <w:separator/>
      </w:r>
    </w:p>
  </w:footnote>
  <w:footnote w:type="continuationSeparator" w:id="0">
    <w:p w14:paraId="0BEBAB77" w14:textId="77777777" w:rsidR="00C70A1F" w:rsidRDefault="00C70A1F" w:rsidP="00C16ABF">
      <w:pPr>
        <w:spacing w:after="0" w:line="240" w:lineRule="auto"/>
      </w:pPr>
      <w:r>
        <w:continuationSeparator/>
      </w:r>
    </w:p>
  </w:footnote>
  <w:footnote w:id="1">
    <w:p w14:paraId="76314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01CE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A1E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26D1A"/>
    <w:rsid w:val="005363C4"/>
    <w:rsid w:val="00536BDE"/>
    <w:rsid w:val="00543ACC"/>
    <w:rsid w:val="0056696D"/>
    <w:rsid w:val="00573EF9"/>
    <w:rsid w:val="0059484D"/>
    <w:rsid w:val="005A0855"/>
    <w:rsid w:val="005A103E"/>
    <w:rsid w:val="005A3196"/>
    <w:rsid w:val="005C080F"/>
    <w:rsid w:val="005C55E5"/>
    <w:rsid w:val="005C696A"/>
    <w:rsid w:val="005E6E85"/>
    <w:rsid w:val="005F31D2"/>
    <w:rsid w:val="0061029B"/>
    <w:rsid w:val="0061720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D64A9"/>
    <w:rsid w:val="006E5D65"/>
    <w:rsid w:val="006F1282"/>
    <w:rsid w:val="006F1FBC"/>
    <w:rsid w:val="006F31E2"/>
    <w:rsid w:val="0070447F"/>
    <w:rsid w:val="00706544"/>
    <w:rsid w:val="007072BA"/>
    <w:rsid w:val="007079E5"/>
    <w:rsid w:val="0071347B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2192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31D62"/>
    <w:rsid w:val="008449B3"/>
    <w:rsid w:val="00856CE0"/>
    <w:rsid w:val="0085747A"/>
    <w:rsid w:val="00884765"/>
    <w:rsid w:val="00884922"/>
    <w:rsid w:val="00885F64"/>
    <w:rsid w:val="008917F9"/>
    <w:rsid w:val="008A45F7"/>
    <w:rsid w:val="008B4E7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00C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B14CE"/>
    <w:rsid w:val="00AC5142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30B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AF"/>
    <w:rsid w:val="00BB520A"/>
    <w:rsid w:val="00BC1DA6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466FA"/>
    <w:rsid w:val="00C56036"/>
    <w:rsid w:val="00C61DC5"/>
    <w:rsid w:val="00C67E92"/>
    <w:rsid w:val="00C70A1F"/>
    <w:rsid w:val="00C70A26"/>
    <w:rsid w:val="00C75DBA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15BA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654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E12E"/>
  <w15:docId w15:val="{0026AB9D-DDB1-4499-A56E-B05C25E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1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1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1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7F3D8-39E2-4B18-8424-059B09769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2020-11-09T08:50:00Z</cp:lastPrinted>
  <dcterms:created xsi:type="dcterms:W3CDTF">2020-11-09T08:42:00Z</dcterms:created>
  <dcterms:modified xsi:type="dcterms:W3CDTF">2024-07-08T08:38:00Z</dcterms:modified>
</cp:coreProperties>
</file>